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C447E" w14:textId="071617E0" w:rsidR="00D851FE" w:rsidRPr="00B169DF" w:rsidRDefault="00CD6897" w:rsidP="00D851F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51FE" w:rsidRPr="00B169DF">
        <w:rPr>
          <w:rFonts w:ascii="Corbel" w:hAnsi="Corbel"/>
          <w:bCs/>
          <w:i/>
        </w:rPr>
        <w:t xml:space="preserve">Załącznik nr 1.5 do Zarządzenia Rektora UR  nr </w:t>
      </w:r>
      <w:r w:rsidR="00154C98">
        <w:rPr>
          <w:rFonts w:ascii="Corbel" w:hAnsi="Corbel"/>
          <w:bCs/>
          <w:i/>
        </w:rPr>
        <w:t>12</w:t>
      </w:r>
      <w:r w:rsidR="00D851FE" w:rsidRPr="00B169DF">
        <w:rPr>
          <w:rFonts w:ascii="Corbel" w:hAnsi="Corbel"/>
          <w:bCs/>
          <w:i/>
        </w:rPr>
        <w:t>/20</w:t>
      </w:r>
      <w:r w:rsidR="00154C98">
        <w:rPr>
          <w:rFonts w:ascii="Corbel" w:hAnsi="Corbel"/>
          <w:bCs/>
          <w:i/>
        </w:rPr>
        <w:t>19</w:t>
      </w:r>
    </w:p>
    <w:p w14:paraId="70BC900E" w14:textId="77777777" w:rsidR="00D851FE" w:rsidRPr="00B169DF" w:rsidRDefault="00D851FE" w:rsidP="00D851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E01D437" w14:textId="63814537" w:rsidR="00C10D1F" w:rsidRPr="00C10D1F" w:rsidRDefault="0001370F" w:rsidP="00D851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10D1F" w:rsidRPr="00C10D1F">
        <w:rPr>
          <w:rFonts w:ascii="Corbel" w:hAnsi="Corbel"/>
          <w:b/>
          <w:smallCaps/>
          <w:sz w:val="24"/>
          <w:szCs w:val="24"/>
        </w:rPr>
        <w:t>202</w:t>
      </w:r>
      <w:r w:rsidR="00154C98">
        <w:rPr>
          <w:rFonts w:ascii="Corbel" w:hAnsi="Corbel"/>
          <w:b/>
          <w:smallCaps/>
          <w:sz w:val="24"/>
          <w:szCs w:val="24"/>
        </w:rPr>
        <w:t>1</w:t>
      </w:r>
      <w:r w:rsidR="00A05C1D">
        <w:rPr>
          <w:rFonts w:ascii="Corbel" w:hAnsi="Corbel"/>
          <w:b/>
          <w:smallCaps/>
          <w:sz w:val="24"/>
          <w:szCs w:val="24"/>
        </w:rPr>
        <w:t>/202</w:t>
      </w:r>
      <w:r w:rsidR="00154C98">
        <w:rPr>
          <w:rFonts w:ascii="Corbel" w:hAnsi="Corbel"/>
          <w:b/>
          <w:smallCaps/>
          <w:sz w:val="24"/>
          <w:szCs w:val="24"/>
        </w:rPr>
        <w:t>2</w:t>
      </w:r>
      <w:r w:rsidR="00C10D1F" w:rsidRPr="00C10D1F">
        <w:rPr>
          <w:rFonts w:ascii="Corbel" w:hAnsi="Corbel"/>
          <w:b/>
          <w:smallCaps/>
          <w:sz w:val="24"/>
          <w:szCs w:val="24"/>
        </w:rPr>
        <w:t>-202</w:t>
      </w:r>
      <w:r w:rsidR="00154C98">
        <w:rPr>
          <w:rFonts w:ascii="Corbel" w:hAnsi="Corbel"/>
          <w:b/>
          <w:smallCaps/>
          <w:sz w:val="24"/>
          <w:szCs w:val="24"/>
        </w:rPr>
        <w:t>5</w:t>
      </w:r>
      <w:r w:rsidR="00A05C1D">
        <w:rPr>
          <w:rFonts w:ascii="Corbel" w:hAnsi="Corbel"/>
          <w:b/>
          <w:smallCaps/>
          <w:sz w:val="24"/>
          <w:szCs w:val="24"/>
        </w:rPr>
        <w:t>/202</w:t>
      </w:r>
      <w:r w:rsidR="00154C98">
        <w:rPr>
          <w:rFonts w:ascii="Corbel" w:hAnsi="Corbel"/>
          <w:b/>
          <w:smallCaps/>
          <w:sz w:val="24"/>
          <w:szCs w:val="24"/>
        </w:rPr>
        <w:t>6</w:t>
      </w:r>
    </w:p>
    <w:p w14:paraId="47370B69" w14:textId="77777777" w:rsidR="00C10D1F" w:rsidRPr="00D851FE" w:rsidRDefault="00C10D1F" w:rsidP="00D851FE">
      <w:pPr>
        <w:spacing w:after="0" w:line="240" w:lineRule="auto"/>
        <w:ind w:left="2832"/>
        <w:jc w:val="center"/>
        <w:rPr>
          <w:rFonts w:ascii="Corbel" w:hAnsi="Corbel"/>
          <w:bCs/>
          <w:i/>
          <w:iCs/>
          <w:smallCaps/>
          <w:sz w:val="20"/>
          <w:szCs w:val="20"/>
        </w:rPr>
      </w:pPr>
      <w:r w:rsidRPr="00D851FE">
        <w:rPr>
          <w:rFonts w:ascii="Corbel" w:hAnsi="Corbel"/>
          <w:bCs/>
          <w:i/>
          <w:iCs/>
          <w:smallCaps/>
          <w:sz w:val="20"/>
          <w:szCs w:val="20"/>
        </w:rPr>
        <w:t>(skrajne daty)</w:t>
      </w:r>
    </w:p>
    <w:p w14:paraId="4D4DB983" w14:textId="77777777" w:rsidR="00C10D1F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</w:p>
    <w:p w14:paraId="38D81055" w14:textId="2AFC774C" w:rsidR="0085747A" w:rsidRDefault="00C10D1F" w:rsidP="00C10D1F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  <w:r w:rsidRPr="00C10D1F">
        <w:rPr>
          <w:rFonts w:ascii="Corbel" w:hAnsi="Corbel"/>
          <w:b/>
          <w:smallCaps/>
          <w:sz w:val="24"/>
          <w:szCs w:val="24"/>
        </w:rPr>
        <w:t>Rok akademicki 202</w:t>
      </w:r>
      <w:r w:rsidR="00154C98">
        <w:rPr>
          <w:rFonts w:ascii="Corbel" w:hAnsi="Corbel"/>
          <w:b/>
          <w:smallCaps/>
          <w:sz w:val="24"/>
          <w:szCs w:val="24"/>
        </w:rPr>
        <w:t>5</w:t>
      </w:r>
      <w:r w:rsidRPr="00C10D1F">
        <w:rPr>
          <w:rFonts w:ascii="Corbel" w:hAnsi="Corbel"/>
          <w:b/>
          <w:smallCaps/>
          <w:sz w:val="24"/>
          <w:szCs w:val="24"/>
        </w:rPr>
        <w:t>/202</w:t>
      </w:r>
      <w:r w:rsidR="00154C98">
        <w:rPr>
          <w:rFonts w:ascii="Corbel" w:hAnsi="Corbel"/>
          <w:b/>
          <w:smallCaps/>
          <w:sz w:val="24"/>
          <w:szCs w:val="24"/>
        </w:rPr>
        <w:t>6</w:t>
      </w:r>
    </w:p>
    <w:p w14:paraId="196FF102" w14:textId="77777777" w:rsidR="00C10D1F" w:rsidRPr="009C54AE" w:rsidRDefault="00C10D1F" w:rsidP="00C10D1F">
      <w:pPr>
        <w:spacing w:after="0" w:line="240" w:lineRule="exact"/>
        <w:ind w:left="2832" w:firstLine="708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77777777" w:rsidR="00734F56" w:rsidRPr="0001370F" w:rsidRDefault="00734F56" w:rsidP="0060798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1370F">
              <w:rPr>
                <w:rFonts w:ascii="Corbel" w:hAnsi="Corbel"/>
                <w:color w:val="auto"/>
                <w:sz w:val="22"/>
              </w:rPr>
              <w:t>Prawo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9C54AE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346253" w14:textId="273C930F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9C54AE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734F56" w:rsidRDefault="00734F56" w:rsidP="0060798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01370F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AC77593" w:rsidR="0001370F" w:rsidRPr="00734F56" w:rsidRDefault="00C10D1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10D1F">
              <w:rPr>
                <w:rFonts w:ascii="Corbel" w:hAnsi="Corbel"/>
                <w:b w:val="0"/>
                <w:color w:val="auto"/>
                <w:sz w:val="22"/>
              </w:rPr>
              <w:t>Instytut Nauk Prawnych</w:t>
            </w:r>
          </w:p>
        </w:tc>
      </w:tr>
      <w:tr w:rsidR="0001370F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01370F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01370F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01370F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01370F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BD92F9" w14:textId="262E456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 xml:space="preserve">Rok V, semestr </w:t>
            </w:r>
            <w:r w:rsidR="00C10D1F">
              <w:rPr>
                <w:rFonts w:ascii="Corbel" w:hAnsi="Corbel"/>
                <w:b w:val="0"/>
                <w:color w:val="auto"/>
                <w:sz w:val="22"/>
              </w:rPr>
              <w:t>IX</w:t>
            </w:r>
          </w:p>
        </w:tc>
      </w:tr>
      <w:tr w:rsidR="0001370F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34F5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01370F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01370F" w:rsidRPr="009C54A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61140689" w:rsidR="0001370F" w:rsidRPr="00734F56" w:rsidRDefault="0001370F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</w:p>
        </w:tc>
      </w:tr>
      <w:tr w:rsidR="0001370F" w:rsidRPr="00D851FE" w14:paraId="4276C01D" w14:textId="77777777" w:rsidTr="00734F56">
        <w:tc>
          <w:tcPr>
            <w:tcW w:w="2694" w:type="dxa"/>
            <w:vAlign w:val="center"/>
          </w:tcPr>
          <w:p w14:paraId="3D264308" w14:textId="77777777" w:rsidR="0001370F" w:rsidRPr="00450E4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0E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B79425D" w:rsidR="0001370F" w:rsidRPr="00450E4E" w:rsidRDefault="001C77D8" w:rsidP="0001370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450E4E">
              <w:rPr>
                <w:rFonts w:ascii="Corbel" w:hAnsi="Corbel"/>
                <w:b w:val="0"/>
                <w:sz w:val="22"/>
                <w:lang w:val="en-US"/>
              </w:rPr>
              <w:t>Prof. d</w:t>
            </w:r>
            <w:r w:rsidR="0001370F" w:rsidRPr="00450E4E">
              <w:rPr>
                <w:rFonts w:ascii="Corbel" w:hAnsi="Corbel"/>
                <w:b w:val="0"/>
                <w:sz w:val="22"/>
                <w:lang w:val="en-US"/>
              </w:rPr>
              <w:t>r hab. E. Feret</w:t>
            </w:r>
          </w:p>
        </w:tc>
      </w:tr>
      <w:tr w:rsidR="0001370F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01370F" w:rsidRPr="00450E4E" w:rsidRDefault="0001370F" w:rsidP="000137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0E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5B3DEBDD" w:rsidR="0001370F" w:rsidRPr="00450E4E" w:rsidRDefault="001C77D8" w:rsidP="000137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50E4E">
              <w:rPr>
                <w:rFonts w:ascii="Corbel" w:hAnsi="Corbel"/>
                <w:b w:val="0"/>
                <w:color w:val="auto"/>
                <w:sz w:val="22"/>
              </w:rPr>
              <w:t>Prof. dr</w:t>
            </w:r>
            <w:r w:rsidR="0001370F" w:rsidRPr="00450E4E">
              <w:rPr>
                <w:rFonts w:ascii="Corbel" w:hAnsi="Corbel"/>
                <w:b w:val="0"/>
                <w:color w:val="auto"/>
                <w:sz w:val="22"/>
              </w:rPr>
              <w:t xml:space="preserve"> hab. Elżbieta Feret, dr Paweł Majka, dr Marta Sagan, dr Anna Wójtowicz-Dawid</w:t>
            </w:r>
            <w:r w:rsidRPr="00450E4E">
              <w:rPr>
                <w:rFonts w:ascii="Corbel" w:hAnsi="Corbel"/>
                <w:b w:val="0"/>
                <w:color w:val="auto"/>
                <w:sz w:val="22"/>
              </w:rPr>
              <w:t xml:space="preserve">, dr Joanna Łubina </w:t>
            </w:r>
          </w:p>
        </w:tc>
      </w:tr>
    </w:tbl>
    <w:p w14:paraId="7385592B" w14:textId="584BA185" w:rsidR="00923D7D" w:rsidRPr="009C54AE" w:rsidRDefault="0085747A" w:rsidP="000137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0137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040" w14:textId="77777777" w:rsidR="00015B8F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01370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0137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94E" w14:textId="1BE8A7E7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5D763762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1B379A52" w:rsidR="00015B8F" w:rsidRPr="009C54AE" w:rsidRDefault="00C47501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5FFC854E" w:rsidR="00015B8F" w:rsidRPr="009C54AE" w:rsidRDefault="00C10D1F" w:rsidP="000137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2ABF77FF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F99080" w14:textId="77777777" w:rsidR="0001370F" w:rsidRDefault="000137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0AD9A33D" w:rsidR="009C54AE" w:rsidRDefault="001C77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5B29355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F06FAC" w14:textId="77777777" w:rsidR="0001370F" w:rsidRPr="009C54AE" w:rsidRDefault="0001370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777777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7E9E9B" w14:textId="77777777" w:rsidR="0001370F" w:rsidRDefault="0001370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lastRenderedPageBreak/>
        <w:br w:type="page"/>
      </w:r>
    </w:p>
    <w:p w14:paraId="77327329" w14:textId="60F8F93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108"/>
      </w:tblGrid>
      <w:tr w:rsidR="00734F56" w:rsidRPr="00734F56" w14:paraId="1859AB35" w14:textId="77777777" w:rsidTr="0001370F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9108" w:type="dxa"/>
            <w:vAlign w:val="center"/>
          </w:tcPr>
          <w:p w14:paraId="5C0A75E5" w14:textId="43FA32C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 w:rsidR="001C77D8"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z zakresu prawa podatkowego objętego programem nauczania. </w:t>
            </w:r>
          </w:p>
        </w:tc>
      </w:tr>
      <w:tr w:rsidR="00734F56" w:rsidRPr="00734F56" w14:paraId="64A46586" w14:textId="77777777" w:rsidTr="0001370F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8" w:type="dxa"/>
            <w:vAlign w:val="center"/>
          </w:tcPr>
          <w:p w14:paraId="6D2FFA5B" w14:textId="55EC991F" w:rsidR="00734F56" w:rsidRPr="00734F56" w:rsidRDefault="00B5209B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z prawa podatkowego w tym na temat problemów dotyczących międzynarodowego prawa podatkowego i europejskiego prawa podatkowego oraz prawa podatkowego przedsiębiorców.</w:t>
            </w:r>
          </w:p>
        </w:tc>
      </w:tr>
      <w:tr w:rsidR="00734F56" w:rsidRPr="00734F56" w14:paraId="4CE57D38" w14:textId="77777777" w:rsidTr="0001370F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9108" w:type="dxa"/>
            <w:vAlign w:val="center"/>
          </w:tcPr>
          <w:p w14:paraId="1BC41850" w14:textId="57C79B2A" w:rsidR="00734F56" w:rsidRPr="00734F56" w:rsidRDefault="00B5209B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</w:t>
            </w:r>
            <w:r>
              <w:rPr>
                <w:rFonts w:ascii="Corbel" w:eastAsia="Times New Roman" w:hAnsi="Corbel"/>
                <w:lang w:eastAsia="pl-PL"/>
              </w:rPr>
              <w:t>wiedzy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o wybranych zagadnieniach procedury podatkowej.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247"/>
        <w:gridCol w:w="1864"/>
      </w:tblGrid>
      <w:tr w:rsidR="007F0AA8" w:rsidRPr="009C54AE" w14:paraId="2CA7B36A" w14:textId="77777777" w:rsidTr="0001370F">
        <w:tc>
          <w:tcPr>
            <w:tcW w:w="1670" w:type="dxa"/>
            <w:vAlign w:val="center"/>
          </w:tcPr>
          <w:p w14:paraId="2C8F36F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smallCaps w:val="0"/>
                <w:szCs w:val="24"/>
              </w:rPr>
              <w:t>EK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47" w:type="dxa"/>
            <w:vAlign w:val="center"/>
          </w:tcPr>
          <w:p w14:paraId="0D3B885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3FEAC58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46F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149EDBF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C1855" w:rsidRPr="00AA59FE" w14:paraId="60C8A3BD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5C76" w14:textId="2D68CF4C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D1A" w14:textId="7642B518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i instytucji prawnych zarówno w zakresie dogmatycznych jak i niedogmatycznych dyscyplin prawa ( w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szczególności: teorii i filozofii prawa, doktryn polityczno-prawnych, historii państwa i prawa, prawa rzymskiego) oraz dyscyplin pomocniczych.</w:t>
            </w:r>
            <w:r w:rsidR="00946F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 zależności od dokonanego samodzielnie wyboru ma pogłębioną i rozszerzoną wiedzę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86F0" w14:textId="67087CF4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7F0AA8" w:rsidRPr="00AA59FE" w14:paraId="635AFD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1FE" w14:textId="28E55E2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E77F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BC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F0AA8" w:rsidRPr="00AA59FE" w14:paraId="5FABB725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E89A" w14:textId="025A5D02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3AF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88C5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1855" w:rsidRPr="00AA59FE" w14:paraId="3B32C1E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7B09" w14:textId="5FAED0D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0E8" w14:textId="07E86255" w:rsidR="001C1855" w:rsidRPr="00946F0F" w:rsidRDefault="001C1855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88B0" w14:textId="39D6E57C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F0AA8" w:rsidRPr="00AA59FE" w14:paraId="1B76638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508ED45F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32DC330B" w:rsidR="007F0AA8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0262DC49" w:rsidR="007F0AA8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0AA8" w:rsidRPr="00AA59FE" w14:paraId="458C1F7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1276328E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BC22B4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18FC" w:rsidRPr="00AA59FE" w14:paraId="020C2EC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C28" w14:textId="77777777" w:rsidR="00B918FC" w:rsidRPr="00946F0F" w:rsidRDefault="00B918FC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06EB" w14:textId="3F5489C6" w:rsidR="00B918FC" w:rsidRPr="00946F0F" w:rsidRDefault="00B918FC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8FC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</w:t>
            </w:r>
            <w:r w:rsidR="001C77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246E" w14:textId="4AAAC6F1" w:rsidR="00B918FC" w:rsidRPr="00946F0F" w:rsidRDefault="00B918FC" w:rsidP="00B918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5EE13DC9" w14:textId="77777777" w:rsidR="00B918FC" w:rsidRPr="00946F0F" w:rsidRDefault="00B918FC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0AA8" w:rsidRPr="00AA59FE" w14:paraId="60F311D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19E7" w14:textId="5B7E3698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352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9071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573D2CF8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1855" w:rsidRPr="00AA59FE" w14:paraId="271F2A38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B29" w14:textId="14014A3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BDD" w14:textId="6FC3BDAC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BA33" w14:textId="66AB8F4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C1855" w:rsidRPr="00AA59FE" w14:paraId="17EB405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7B7D" w14:textId="108940DB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288" w14:textId="161F43FF" w:rsidR="001C1855" w:rsidRPr="00946F0F" w:rsidRDefault="00D16960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Zna ogólne zasady tworzenia i rozwoju form przedsiębiorczości oraz form indywidualnego rozwoju zawodowego.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971F" w14:textId="7B22536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7F0AA8" w:rsidRPr="00AA59FE" w14:paraId="19397B1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C89C45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F0AA8" w:rsidRPr="00AA59FE" w14:paraId="1F41C2C9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4C3EDD1B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F0AA8" w:rsidRPr="00AA59FE" w14:paraId="51298E7C" w14:textId="77777777" w:rsidTr="0001370F">
        <w:trPr>
          <w:trHeight w:val="73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22B52D00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 xml:space="preserve">K_U03 </w:t>
            </w:r>
          </w:p>
        </w:tc>
      </w:tr>
      <w:tr w:rsidR="007F0AA8" w:rsidRPr="00AA59FE" w14:paraId="2E5C92FC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B8C2AD3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77777777" w:rsidR="007F0AA8" w:rsidRPr="00946F0F" w:rsidRDefault="007F0AA8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C1855" w:rsidRPr="00AA59FE" w14:paraId="298710B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EBB5" w14:textId="6B53A19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52BF" w14:textId="5E1CBF74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5AFA" w14:textId="46B3AB77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C1855" w:rsidRPr="00AA59FE" w14:paraId="70D889CF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A30B" w14:textId="026BF063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9DF" w14:textId="4B95570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7C9" w14:textId="7CB33C7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1855" w:rsidRPr="00AA59FE" w14:paraId="4E92B923" w14:textId="77777777" w:rsidTr="0001370F">
        <w:trPr>
          <w:trHeight w:val="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FDFC" w14:textId="01F1AC4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6E09" w14:textId="5C045027" w:rsidR="001C1855" w:rsidRPr="00946F0F" w:rsidRDefault="00D16960" w:rsidP="00946F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F0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FAC" w14:textId="335B0C4D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7F0AA8" w:rsidRPr="00AA59FE" w14:paraId="01C6AF31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F6A0C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F0AA8" w:rsidRPr="00DA7D6F" w14:paraId="225B7E70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A266" w14:textId="126DDDD7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F45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149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C1855" w:rsidRPr="00DA7D6F" w14:paraId="5F9F6CDA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CDC" w14:textId="1BE4496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C45" w14:textId="2F18943E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D52" w14:textId="0ACD0313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C1855" w:rsidRPr="00DA7D6F" w14:paraId="6B629742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58BC" w14:textId="1FE125DA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FA16" w14:textId="3827A3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Posiada pogłębioną umiejętność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przygotowania wystąpień ustnych dotyczących określonych zagadnień i problemów prawnych</w:t>
            </w:r>
            <w:r w:rsidR="000137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46F0F"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1D5E" w14:textId="5CA48100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1C1855" w:rsidRPr="00DA7D6F" w14:paraId="5ABFA97B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E2FF" w14:textId="1B75D478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3A5D" w14:textId="7E90BFE6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C093" w14:textId="3F6CD35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1C1855" w:rsidRPr="00DA7D6F" w14:paraId="07512876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2142" w14:textId="1264C2E2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D8A3" w14:textId="2E7C2759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C221" w14:textId="4062D6F2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1C1855" w:rsidRPr="00AA59FE" w14:paraId="5C4B21C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2E8" w14:textId="7790B6EF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C040" w14:textId="76D031D1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C83" w14:textId="55F97EEE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1C1855" w:rsidRPr="00AA59FE" w14:paraId="272AD397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4EFE" w14:textId="05C6E5BD" w:rsidR="001C1855" w:rsidRPr="00946F0F" w:rsidRDefault="001C1855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4BCE" w14:textId="76829553" w:rsidR="001C1855" w:rsidRPr="00946F0F" w:rsidRDefault="00946F0F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D608" w14:textId="38D2D9CB" w:rsidR="001C1855" w:rsidRPr="00946F0F" w:rsidRDefault="001C1855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7F0AA8" w:rsidRPr="00AA59FE" w14:paraId="7C81F703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3A684154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7F0AA8" w:rsidRPr="00AA59FE" w14:paraId="69FB9C94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C9EF9CC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F0AA8" w:rsidRPr="00AA59FE" w14:paraId="1F1656BC" w14:textId="77777777" w:rsidTr="0001370F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9F8" w14:textId="09E1EF7D" w:rsidR="007F0AA8" w:rsidRPr="00946F0F" w:rsidRDefault="007F0AA8" w:rsidP="00B918FC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67FE" w14:textId="77777777" w:rsidR="007F0AA8" w:rsidRPr="00946F0F" w:rsidRDefault="007F0AA8" w:rsidP="00946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95C" w14:textId="77777777" w:rsidR="007F0AA8" w:rsidRPr="00946F0F" w:rsidRDefault="007F0AA8" w:rsidP="00946F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6F0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214CCB59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  <w:r w:rsidR="001C77D8">
        <w:rPr>
          <w:rFonts w:ascii="Corbel" w:hAnsi="Corbel"/>
          <w:sz w:val="24"/>
          <w:szCs w:val="24"/>
        </w:rPr>
        <w:t xml:space="preserve"> -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47501">
        <w:rPr>
          <w:rFonts w:ascii="Corbel" w:hAnsi="Corbel"/>
          <w:sz w:val="24"/>
          <w:szCs w:val="24"/>
        </w:rPr>
        <w:t>nie dotyczy</w:t>
      </w:r>
    </w:p>
    <w:p w14:paraId="5D7759E7" w14:textId="0782BF11" w:rsidR="00C47501" w:rsidRPr="00C47501" w:rsidRDefault="00C47501" w:rsidP="00C475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D851FE">
        <w:rPr>
          <w:rFonts w:ascii="Corbel" w:hAnsi="Corbel"/>
          <w:sz w:val="24"/>
          <w:szCs w:val="24"/>
        </w:rPr>
        <w:t xml:space="preserve">, </w:t>
      </w:r>
      <w:r w:rsidR="00D851FE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B918FC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B918FC">
        <w:tc>
          <w:tcPr>
            <w:tcW w:w="9520" w:type="dxa"/>
          </w:tcPr>
          <w:p w14:paraId="44695D83" w14:textId="77777777" w:rsidR="009732BC" w:rsidRPr="001C77D8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C77D8">
              <w:rPr>
                <w:rFonts w:ascii="Corbel" w:hAnsi="Corbel"/>
              </w:rPr>
              <w:t xml:space="preserve">Wstęp do teorii podatku  </w:t>
            </w:r>
          </w:p>
        </w:tc>
      </w:tr>
      <w:tr w:rsidR="009732BC" w:rsidRPr="009C54AE" w14:paraId="26387C12" w14:textId="77777777" w:rsidTr="00B918FC">
        <w:tc>
          <w:tcPr>
            <w:tcW w:w="9520" w:type="dxa"/>
          </w:tcPr>
          <w:p w14:paraId="2BE25DE2" w14:textId="399874B3" w:rsidR="009732BC" w:rsidRPr="009732BC" w:rsidRDefault="009732BC" w:rsidP="0060798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732BC">
              <w:rPr>
                <w:rFonts w:ascii="Corbel" w:hAnsi="Corbel"/>
              </w:rPr>
              <w:t xml:space="preserve">Ogólne prawo podatkowe - </w:t>
            </w:r>
            <w:r w:rsidRPr="009732BC">
              <w:rPr>
                <w:rFonts w:ascii="Corbel" w:eastAsia="Cambria" w:hAnsi="Corbel"/>
              </w:rPr>
              <w:t>powstawanie i wymiar zobowiązań podatkowych, odpowiedzialność za zobowiązania podatkowe, opodatkowanie</w:t>
            </w:r>
            <w:r w:rsidR="001C77D8">
              <w:rPr>
                <w:rFonts w:ascii="Corbel" w:eastAsia="Cambria" w:hAnsi="Corbel"/>
              </w:rPr>
              <w:t xml:space="preserve"> dochodów</w:t>
            </w:r>
            <w:r w:rsidRPr="009732BC">
              <w:rPr>
                <w:rFonts w:ascii="Corbel" w:eastAsia="Cambria" w:hAnsi="Corbel"/>
              </w:rPr>
              <w:t xml:space="preserve"> przedsiębiorców, interpretacje podatkowe</w:t>
            </w:r>
            <w:r w:rsidR="001C77D8">
              <w:rPr>
                <w:rFonts w:ascii="Corbel" w:eastAsia="Cambria" w:hAnsi="Corbel"/>
              </w:rPr>
              <w:t>.</w:t>
            </w:r>
          </w:p>
        </w:tc>
      </w:tr>
      <w:tr w:rsidR="009732BC" w:rsidRPr="009C54AE" w14:paraId="7851D433" w14:textId="77777777" w:rsidTr="00B918FC">
        <w:tc>
          <w:tcPr>
            <w:tcW w:w="9520" w:type="dxa"/>
          </w:tcPr>
          <w:p w14:paraId="5FFC97A1" w14:textId="77777777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Wybrane zagadnienia postępowania podatkowego - zakres postępowania podatkowego, zasady postępowania podatkowego, podmioty postępowania podatkowego, podmioty postępowania: strona, organ podatkowy. Postępowanie przed organem I instancji, zwyczajne i nadzwyczajne środki zaskarżenia</w:t>
            </w:r>
          </w:p>
        </w:tc>
      </w:tr>
      <w:tr w:rsidR="009732BC" w:rsidRPr="009C54AE" w14:paraId="101FDB8C" w14:textId="77777777" w:rsidTr="00B918FC">
        <w:tc>
          <w:tcPr>
            <w:tcW w:w="9520" w:type="dxa"/>
          </w:tcPr>
          <w:p w14:paraId="7646AB20" w14:textId="30E6D4DF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>Międzynarodowe prawo podatkowe; pojęcie i zakres jurysdykcji podatkowej, przesłanki wyznaczające granice jurysdykcji podatkowej, umowy w sprawie unikania podwójnego opodatkowania na przykładzie Modelowej konwencji w sprawie podatku od dochodu i majątku OECD</w:t>
            </w:r>
          </w:p>
        </w:tc>
      </w:tr>
      <w:tr w:rsidR="009732BC" w:rsidRPr="009C54AE" w14:paraId="0754EF82" w14:textId="77777777" w:rsidTr="00B918FC">
        <w:tc>
          <w:tcPr>
            <w:tcW w:w="9520" w:type="dxa"/>
          </w:tcPr>
          <w:p w14:paraId="31363325" w14:textId="24E62943" w:rsidR="009732BC" w:rsidRPr="009732BC" w:rsidRDefault="009732BC" w:rsidP="0060798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732BC">
              <w:rPr>
                <w:rFonts w:ascii="Corbel" w:eastAsia="Cambria" w:hAnsi="Corbel"/>
              </w:rPr>
              <w:t xml:space="preserve">Europejskie prawo podatkowe - zakaz dyskryminacji i protekcjonizmu </w:t>
            </w:r>
            <w:r w:rsidR="001C77D8">
              <w:rPr>
                <w:rFonts w:ascii="Corbel" w:eastAsia="Cambria" w:hAnsi="Corbel"/>
              </w:rPr>
              <w:t xml:space="preserve">w prawie </w:t>
            </w:r>
            <w:r w:rsidRPr="009732BC">
              <w:rPr>
                <w:rFonts w:ascii="Corbel" w:eastAsia="Cambria" w:hAnsi="Corbel"/>
              </w:rPr>
              <w:t>podatkow</w:t>
            </w:r>
            <w:r w:rsidR="001C77D8">
              <w:rPr>
                <w:rFonts w:ascii="Corbel" w:eastAsia="Cambria" w:hAnsi="Corbel"/>
              </w:rPr>
              <w:t>ym.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3BAD56" w14:textId="3F280EF6" w:rsidR="0085747A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CEE8C6B" w14:textId="77777777" w:rsidR="00D851FE" w:rsidRPr="00B169DF" w:rsidRDefault="00D851FE" w:rsidP="00D851F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368DA490" w14:textId="77777777" w:rsidR="00D851FE" w:rsidRPr="00B169DF" w:rsidRDefault="00D851FE" w:rsidP="00D851F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72EEEAEC" w14:textId="77777777" w:rsidR="00D851FE" w:rsidRPr="00B169DF" w:rsidRDefault="00D851FE" w:rsidP="00D851F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52B74BEE" w14:textId="77777777" w:rsidR="00D851FE" w:rsidRPr="00B169DF" w:rsidRDefault="00D851FE" w:rsidP="00D851F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1494A2F2" w14:textId="77777777" w:rsidR="00D851FE" w:rsidRPr="00153C41" w:rsidRDefault="00D851FE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275A451" w14:textId="7F918FFD" w:rsidR="00E960BB" w:rsidRDefault="00D851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</w:t>
      </w:r>
      <w:r w:rsidR="009732BC" w:rsidRPr="009732BC">
        <w:rPr>
          <w:rFonts w:ascii="Corbel" w:hAnsi="Corbel"/>
          <w:smallCaps w:val="0"/>
          <w:szCs w:val="24"/>
        </w:rPr>
        <w:t>naliza i interpretacja tekstów źródłowych, analiza przypadków, dyskusja, rozwiązywanie zadań</w:t>
      </w:r>
      <w:r w:rsidR="009732BC">
        <w:rPr>
          <w:rFonts w:ascii="Corbel" w:hAnsi="Corbel"/>
          <w:smallCaps w:val="0"/>
          <w:szCs w:val="24"/>
        </w:rPr>
        <w:t>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3A240FBE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946F0F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64400312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242D6E5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357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A27F6F" w14:textId="77777777" w:rsidR="00F7276E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FFF7FFD" w:rsidR="0085747A" w:rsidRPr="009C54AE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732BC" w:rsidRPr="00AA59FE" w14:paraId="2E4A8FED" w14:textId="77777777" w:rsidTr="00946F0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5F48A668" w:rsidR="009732BC" w:rsidRPr="009732BC" w:rsidRDefault="00246A88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8F817CD" w:rsidR="009732BC" w:rsidRPr="009732BC" w:rsidRDefault="00F7276E" w:rsidP="006079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3B117D0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64400021"/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111E6B3B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25C4A9D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61928E73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57047AB1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04B414A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1C3A3E8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61E3C458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0B88B44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48E0EB3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9F06152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167862A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0761F71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15D28293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36C90B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D5A5E7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47E7F793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16F9326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13BC7C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2911A8C2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710F2C1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0F41E44D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2583D29A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6E1AB7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4D1AA2FE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4D33134B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11FED19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17053B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3B780AA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7BA6B5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7A5D41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073E4DF1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43B" w14:textId="45B49C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2A863B9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AF3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FE5" w14:textId="7C40C7C6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394F" w14:textId="3CF442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51537B9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7939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575" w14:textId="5C3D0418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95D3" w14:textId="0195E6E8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1266A457" w14:textId="77777777" w:rsidTr="00580262">
        <w:trPr>
          <w:trHeight w:val="18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C0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C6F" w14:textId="2BD2EEA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29" w14:textId="6EC7F60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AA59FE" w14:paraId="43247355" w14:textId="77777777" w:rsidTr="00580262">
        <w:trPr>
          <w:trHeight w:val="10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4EFD" w14:textId="7777777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E7EC" w14:textId="561A3FA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226C" w14:textId="0836105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bookmarkEnd w:id="1"/>
      <w:tr w:rsidR="00F7276E" w:rsidRPr="009732BC" w14:paraId="231B46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0164" w14:textId="44466BF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DB2" w14:textId="4808D258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F3BC" w14:textId="1D1C7A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02DE2C2C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4A3" w14:textId="2EFE48E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7DE" w14:textId="157A4A4B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D3A4" w14:textId="689BC9E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55572F52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558D" w14:textId="65DB6754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33A" w14:textId="0F80EE4C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0F8" w14:textId="3B9D17C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28CDADE8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45D8" w14:textId="41D9F8C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E9" w14:textId="6042A549" w:rsidR="00F7276E" w:rsidRPr="009732BC" w:rsidRDefault="00246A88" w:rsidP="00246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4616" w14:textId="14A51E7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066C56E1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770B" w14:textId="0A558BF6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D211" w14:textId="77CBCCE4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8D67" w14:textId="1D8F269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1750482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B189" w14:textId="337428F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64D" w14:textId="60802BD4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EDEB" w14:textId="17C7EA10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3A25125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F7A1" w14:textId="048F4D07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369" w14:textId="372745FA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9CD" w14:textId="6B6B29AC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5EDC2240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6B9" w14:textId="287E91B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289E" w14:textId="58400135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EDF9" w14:textId="092A9EBA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75A7D20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550" w14:textId="7961E981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5C4" w14:textId="0D6740FD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C2AB" w14:textId="43180722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7F03C444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D0A0" w14:textId="1567087D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6A0" w14:textId="069EF4A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236D" w14:textId="0BD67AB9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7847B3A7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6355" w14:textId="5CB6A4DF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8CD2" w14:textId="1030E48C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F12" w14:textId="3E2EB6B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57903D3B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FDC2" w14:textId="7AED6443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17E" w14:textId="78B457D7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258B" w14:textId="21255EF5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7276E" w:rsidRPr="009732BC" w14:paraId="1AA1CA9F" w14:textId="77777777" w:rsidTr="0058026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E476" w14:textId="4833F3E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6F83" w14:textId="5BDEDA30" w:rsidR="00F7276E" w:rsidRPr="009732BC" w:rsidRDefault="00246A88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DCF8" w14:textId="31B89EDE" w:rsidR="00F7276E" w:rsidRPr="009732BC" w:rsidRDefault="00F7276E" w:rsidP="00F7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DF8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bookmarkEnd w:id="0"/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3CD4E4C3" w:rsidR="0085747A" w:rsidRPr="009C54AE" w:rsidRDefault="00351DA0" w:rsidP="00487E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 xml:space="preserve">(w założeniu 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pise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mn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Uzyskanie oceny pozytywnej wymaga udzielenie poprawnych odpowiedzi na minimum 50% pytań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trwa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łącznie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godzinę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. W wypadku 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ustne</w:t>
            </w:r>
            <w:r w:rsidR="00246A88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 – 3 pytania zadawane bezpośrednio przez egzaminatora.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 xml:space="preserve"> Kryteria oceniania: kompletność i prawidłowość odpowiedzi, aktualny stan prawny (w wypadku odpowiedzi ustnej - poprawność terminologii).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3F601041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9C54AE" w14:paraId="06C18FF2" w14:textId="77777777" w:rsidTr="00B918FC">
        <w:tc>
          <w:tcPr>
            <w:tcW w:w="5416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4DEC8BF2" w14:textId="61314EA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87E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B918FC">
        <w:tc>
          <w:tcPr>
            <w:tcW w:w="5416" w:type="dxa"/>
          </w:tcPr>
          <w:p w14:paraId="4ABBDFE6" w14:textId="0779017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60798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2489621C" w14:textId="196B598E" w:rsidR="0085747A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55F1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D391689" w14:textId="77777777" w:rsidTr="00B918FC">
        <w:tc>
          <w:tcPr>
            <w:tcW w:w="5416" w:type="dxa"/>
          </w:tcPr>
          <w:p w14:paraId="2DA7132B" w14:textId="49FC7C5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87E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04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B918FC">
        <w:tc>
          <w:tcPr>
            <w:tcW w:w="5416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4" w:type="dxa"/>
          </w:tcPr>
          <w:p w14:paraId="4ABBF55A" w14:textId="569D2547" w:rsidR="00C61DC5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14:paraId="2BEE84A2" w14:textId="77777777" w:rsidTr="00B918FC">
        <w:tc>
          <w:tcPr>
            <w:tcW w:w="5416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8179652" w14:textId="077CDE0F" w:rsidR="0085747A" w:rsidRPr="009C54AE" w:rsidRDefault="003375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B918FC">
        <w:tc>
          <w:tcPr>
            <w:tcW w:w="5416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9323D9A" w14:textId="21872661" w:rsidR="0085747A" w:rsidRPr="009C54AE" w:rsidRDefault="00255F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635C5697" w:rsidR="0085747A" w:rsidRPr="009C54AE" w:rsidRDefault="00255F1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B918FC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B918FC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B918FC">
        <w:trPr>
          <w:trHeight w:val="397"/>
        </w:trPr>
        <w:tc>
          <w:tcPr>
            <w:tcW w:w="7513" w:type="dxa"/>
          </w:tcPr>
          <w:p w14:paraId="572332DF" w14:textId="77777777" w:rsidR="00B918FC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2" w:name="_Hlk53415341"/>
            <w:r w:rsidRPr="00B918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DF0EC6" w14:textId="183FF6D8" w:rsidR="009732BC" w:rsidRPr="001E231D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astalski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Prawo podatkowe, </w:t>
            </w:r>
            <w:r w:rsidR="00885827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351D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246A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2278F3"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6CB0F35" w14:textId="77777777" w:rsidR="00246A88" w:rsidRDefault="000968AF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Smoleń, W. Wójtowicz (red.), Prawo podatkowe, Warszawa 202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469D6C" w14:textId="55CCA461" w:rsidR="002278F3" w:rsidRPr="001E231D" w:rsidRDefault="002278F3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 Nykiel (red.), Prawo podatkowe w Polsce, Warszawa 2018,</w:t>
            </w:r>
          </w:p>
          <w:p w14:paraId="2E11E365" w14:textId="3CB7D55B" w:rsidR="002278F3" w:rsidRPr="00870AE7" w:rsidRDefault="00870AE7" w:rsidP="00870AE7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P. Borszowski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(red.)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</w:t>
            </w:r>
            <w:r w:rsidRPr="00870AE7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Prawo podatkowe z kazusami i pytaniami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arszawa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202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3.</w:t>
            </w:r>
          </w:p>
        </w:tc>
      </w:tr>
      <w:tr w:rsidR="0085747A" w:rsidRPr="009C54AE" w14:paraId="74D45610" w14:textId="77777777" w:rsidTr="00B918FC">
        <w:trPr>
          <w:trHeight w:val="397"/>
        </w:trPr>
        <w:tc>
          <w:tcPr>
            <w:tcW w:w="7513" w:type="dxa"/>
          </w:tcPr>
          <w:p w14:paraId="2068908F" w14:textId="7C637990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  <w:r w:rsidRPr="00B918F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F3B8060" w14:textId="77777777" w:rsidR="00B918FC" w:rsidRPr="00B918FC" w:rsidRDefault="00B918FC" w:rsidP="001E231D">
            <w:pPr>
              <w:spacing w:after="0" w:line="240" w:lineRule="auto"/>
              <w:outlineLvl w:val="0"/>
              <w:rPr>
                <w:rFonts w:ascii="Corbel" w:hAnsi="Corbel"/>
                <w:b/>
                <w:sz w:val="24"/>
                <w:szCs w:val="24"/>
              </w:rPr>
            </w:pPr>
          </w:p>
          <w:p w14:paraId="2837CFF1" w14:textId="77777777" w:rsidR="00351DA0" w:rsidRDefault="00351DA0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A. Franczak, P. Majka, J. Pustuł, A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.</w:t>
            </w:r>
            <w:r w:rsidRPr="001E231D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Olesińska, Kazusy z prawa podatkowego, Toruń 2020,</w:t>
            </w:r>
          </w:p>
          <w:p w14:paraId="768DAE85" w14:textId="076F255E" w:rsidR="00351DA0" w:rsidRDefault="00351DA0" w:rsidP="001E231D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Majka, Informacje w prawie podatkowym</w:t>
            </w:r>
            <w:r w:rsidR="00BF60FE">
              <w:rPr>
                <w:rFonts w:ascii="Corbel" w:hAnsi="Corbel"/>
                <w:sz w:val="24"/>
                <w:szCs w:val="24"/>
              </w:rPr>
              <w:t xml:space="preserve"> i ich ochrona</w:t>
            </w:r>
            <w:r>
              <w:rPr>
                <w:rFonts w:ascii="Corbel" w:hAnsi="Corbel"/>
                <w:sz w:val="24"/>
                <w:szCs w:val="24"/>
              </w:rPr>
              <w:t>, Rzeszów 2021,</w:t>
            </w:r>
          </w:p>
          <w:p w14:paraId="4AA5E1FE" w14:textId="346D0B32" w:rsidR="00885827" w:rsidRPr="001E231D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</w:p>
          <w:p w14:paraId="7DAF74D1" w14:textId="77777777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S. Babiarz, B. Dauter, R. Hauser, A. Kabat, M. Niezgódka-Medek, J. Rudowski, Ordynacja podatkowa. Komentarz, Warszawa 2019,</w:t>
            </w:r>
          </w:p>
          <w:p w14:paraId="4F216951" w14:textId="13909419" w:rsidR="00885827" w:rsidRPr="001E231D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1E231D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, Gdańsk 2017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790C962" w14:textId="77777777" w:rsidR="009732BC" w:rsidRDefault="0088582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podatkowe, Warszawa 2020</w:t>
            </w:r>
            <w:r w:rsidR="00870AE7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D983FCD" w14:textId="3F19E3F3" w:rsidR="00870AE7" w:rsidRPr="001E231D" w:rsidRDefault="00870AE7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Mączyński, </w:t>
            </w:r>
            <w:r w:rsidRPr="001E231D">
              <w:rPr>
                <w:rFonts w:ascii="Corbel" w:hAnsi="Corbel"/>
                <w:b w:val="0"/>
                <w:smallCaps w:val="0"/>
                <w:szCs w:val="24"/>
              </w:rPr>
              <w:t>Międzynarodowe prawo podatkowe,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15.</w:t>
            </w:r>
          </w:p>
        </w:tc>
      </w:tr>
      <w:bookmarkEnd w:id="2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0220A" w14:textId="77777777" w:rsidR="000E293A" w:rsidRDefault="000E293A" w:rsidP="00C16ABF">
      <w:pPr>
        <w:spacing w:after="0" w:line="240" w:lineRule="auto"/>
      </w:pPr>
      <w:r>
        <w:separator/>
      </w:r>
    </w:p>
  </w:endnote>
  <w:endnote w:type="continuationSeparator" w:id="0">
    <w:p w14:paraId="5BEEDC83" w14:textId="77777777" w:rsidR="000E293A" w:rsidRDefault="000E29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E8B70" w14:textId="77777777" w:rsidR="000E293A" w:rsidRDefault="000E293A" w:rsidP="00C16ABF">
      <w:pPr>
        <w:spacing w:after="0" w:line="240" w:lineRule="auto"/>
      </w:pPr>
      <w:r>
        <w:separator/>
      </w:r>
    </w:p>
  </w:footnote>
  <w:footnote w:type="continuationSeparator" w:id="0">
    <w:p w14:paraId="589829D8" w14:textId="77777777" w:rsidR="000E293A" w:rsidRDefault="000E293A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607986" w:rsidRDefault="00607986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33B46"/>
    <w:multiLevelType w:val="hybridMultilevel"/>
    <w:tmpl w:val="366083B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449396">
    <w:abstractNumId w:val="1"/>
  </w:num>
  <w:num w:numId="2" w16cid:durableId="14155897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70F"/>
    <w:rsid w:val="00015B8F"/>
    <w:rsid w:val="00022ECE"/>
    <w:rsid w:val="00026200"/>
    <w:rsid w:val="00042A51"/>
    <w:rsid w:val="00042D2E"/>
    <w:rsid w:val="00044C82"/>
    <w:rsid w:val="00063440"/>
    <w:rsid w:val="00070ED6"/>
    <w:rsid w:val="000742DC"/>
    <w:rsid w:val="00084C12"/>
    <w:rsid w:val="00092E84"/>
    <w:rsid w:val="0009462C"/>
    <w:rsid w:val="00094B12"/>
    <w:rsid w:val="000968AF"/>
    <w:rsid w:val="00096C46"/>
    <w:rsid w:val="000A296F"/>
    <w:rsid w:val="000A2A28"/>
    <w:rsid w:val="000B192D"/>
    <w:rsid w:val="000B28EE"/>
    <w:rsid w:val="000B3E37"/>
    <w:rsid w:val="000D04B0"/>
    <w:rsid w:val="000E293A"/>
    <w:rsid w:val="000E5CCD"/>
    <w:rsid w:val="000F1C57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54C98"/>
    <w:rsid w:val="001640A7"/>
    <w:rsid w:val="00164FA7"/>
    <w:rsid w:val="00166A03"/>
    <w:rsid w:val="001718A7"/>
    <w:rsid w:val="001737CF"/>
    <w:rsid w:val="00176083"/>
    <w:rsid w:val="00192F37"/>
    <w:rsid w:val="001A70D2"/>
    <w:rsid w:val="001C1855"/>
    <w:rsid w:val="001C77D8"/>
    <w:rsid w:val="001D657B"/>
    <w:rsid w:val="001D7B54"/>
    <w:rsid w:val="001E0209"/>
    <w:rsid w:val="001E231D"/>
    <w:rsid w:val="001F2CA2"/>
    <w:rsid w:val="002144C0"/>
    <w:rsid w:val="0022477D"/>
    <w:rsid w:val="002278A9"/>
    <w:rsid w:val="002278F3"/>
    <w:rsid w:val="002336F9"/>
    <w:rsid w:val="00236BB2"/>
    <w:rsid w:val="0024028F"/>
    <w:rsid w:val="00244ABC"/>
    <w:rsid w:val="00246A88"/>
    <w:rsid w:val="002508AC"/>
    <w:rsid w:val="00255F1C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EB"/>
    <w:rsid w:val="00340BAA"/>
    <w:rsid w:val="00346FE9"/>
    <w:rsid w:val="0034759A"/>
    <w:rsid w:val="003503F6"/>
    <w:rsid w:val="00351DA0"/>
    <w:rsid w:val="003530DD"/>
    <w:rsid w:val="00355A4A"/>
    <w:rsid w:val="00363F78"/>
    <w:rsid w:val="003A0A5B"/>
    <w:rsid w:val="003A1176"/>
    <w:rsid w:val="003C0BAE"/>
    <w:rsid w:val="003C52D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7FB"/>
    <w:rsid w:val="004362C6"/>
    <w:rsid w:val="00437FA2"/>
    <w:rsid w:val="00445970"/>
    <w:rsid w:val="00450E4E"/>
    <w:rsid w:val="00461EFC"/>
    <w:rsid w:val="004652C2"/>
    <w:rsid w:val="004706D1"/>
    <w:rsid w:val="00471326"/>
    <w:rsid w:val="0047598D"/>
    <w:rsid w:val="004840FD"/>
    <w:rsid w:val="00487E4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7986"/>
    <w:rsid w:val="0061029B"/>
    <w:rsid w:val="00617230"/>
    <w:rsid w:val="00621686"/>
    <w:rsid w:val="00621CE1"/>
    <w:rsid w:val="00627FC9"/>
    <w:rsid w:val="00647FA8"/>
    <w:rsid w:val="00650C5F"/>
    <w:rsid w:val="00654934"/>
    <w:rsid w:val="00657DF0"/>
    <w:rsid w:val="006620D9"/>
    <w:rsid w:val="00671958"/>
    <w:rsid w:val="00675843"/>
    <w:rsid w:val="00692AAF"/>
    <w:rsid w:val="00696477"/>
    <w:rsid w:val="006A3D25"/>
    <w:rsid w:val="006B1793"/>
    <w:rsid w:val="006D050F"/>
    <w:rsid w:val="006D6139"/>
    <w:rsid w:val="006D67DF"/>
    <w:rsid w:val="006E5D65"/>
    <w:rsid w:val="006F1282"/>
    <w:rsid w:val="006F1FBC"/>
    <w:rsid w:val="006F31E2"/>
    <w:rsid w:val="006F49A5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4155"/>
    <w:rsid w:val="0081554D"/>
    <w:rsid w:val="0081707E"/>
    <w:rsid w:val="00827834"/>
    <w:rsid w:val="008449B3"/>
    <w:rsid w:val="0085747A"/>
    <w:rsid w:val="00870AE7"/>
    <w:rsid w:val="00871A79"/>
    <w:rsid w:val="00884922"/>
    <w:rsid w:val="00885827"/>
    <w:rsid w:val="00885F64"/>
    <w:rsid w:val="008917F9"/>
    <w:rsid w:val="00897622"/>
    <w:rsid w:val="008A45F7"/>
    <w:rsid w:val="008B42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660"/>
    <w:rsid w:val="00923D7D"/>
    <w:rsid w:val="00946F0F"/>
    <w:rsid w:val="009508DF"/>
    <w:rsid w:val="00950DAC"/>
    <w:rsid w:val="00954A07"/>
    <w:rsid w:val="009732BC"/>
    <w:rsid w:val="009912E3"/>
    <w:rsid w:val="00997F14"/>
    <w:rsid w:val="009A78D9"/>
    <w:rsid w:val="009C3E31"/>
    <w:rsid w:val="009C54AE"/>
    <w:rsid w:val="009C58C3"/>
    <w:rsid w:val="009C788E"/>
    <w:rsid w:val="009E3B41"/>
    <w:rsid w:val="009F3C5C"/>
    <w:rsid w:val="009F4610"/>
    <w:rsid w:val="00A00ECC"/>
    <w:rsid w:val="00A05C1D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61A"/>
    <w:rsid w:val="00A53FA5"/>
    <w:rsid w:val="00A54817"/>
    <w:rsid w:val="00A601C8"/>
    <w:rsid w:val="00A60799"/>
    <w:rsid w:val="00A84C85"/>
    <w:rsid w:val="00A86854"/>
    <w:rsid w:val="00A97DE1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45103"/>
    <w:rsid w:val="00B5209B"/>
    <w:rsid w:val="00B607DB"/>
    <w:rsid w:val="00B66529"/>
    <w:rsid w:val="00B75946"/>
    <w:rsid w:val="00B8056E"/>
    <w:rsid w:val="00B819C8"/>
    <w:rsid w:val="00B82308"/>
    <w:rsid w:val="00B90885"/>
    <w:rsid w:val="00B918FC"/>
    <w:rsid w:val="00BB520A"/>
    <w:rsid w:val="00BD3869"/>
    <w:rsid w:val="00BD66E9"/>
    <w:rsid w:val="00BD6FF4"/>
    <w:rsid w:val="00BF2C41"/>
    <w:rsid w:val="00BF60FE"/>
    <w:rsid w:val="00C058B4"/>
    <w:rsid w:val="00C05F44"/>
    <w:rsid w:val="00C10D1F"/>
    <w:rsid w:val="00C131B5"/>
    <w:rsid w:val="00C16ABF"/>
    <w:rsid w:val="00C170AE"/>
    <w:rsid w:val="00C26CB7"/>
    <w:rsid w:val="00C324C1"/>
    <w:rsid w:val="00C36992"/>
    <w:rsid w:val="00C47501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59C"/>
    <w:rsid w:val="00D16960"/>
    <w:rsid w:val="00D17C3C"/>
    <w:rsid w:val="00D26B2C"/>
    <w:rsid w:val="00D352C9"/>
    <w:rsid w:val="00D362CD"/>
    <w:rsid w:val="00D425B2"/>
    <w:rsid w:val="00D428D6"/>
    <w:rsid w:val="00D552B2"/>
    <w:rsid w:val="00D608D1"/>
    <w:rsid w:val="00D62761"/>
    <w:rsid w:val="00D74119"/>
    <w:rsid w:val="00D8075B"/>
    <w:rsid w:val="00D851FE"/>
    <w:rsid w:val="00D8678B"/>
    <w:rsid w:val="00D94770"/>
    <w:rsid w:val="00DA2114"/>
    <w:rsid w:val="00DC618D"/>
    <w:rsid w:val="00DE09C0"/>
    <w:rsid w:val="00DE3831"/>
    <w:rsid w:val="00DE4A14"/>
    <w:rsid w:val="00DF0E16"/>
    <w:rsid w:val="00DF320D"/>
    <w:rsid w:val="00DF71C8"/>
    <w:rsid w:val="00E054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3F6"/>
    <w:rsid w:val="00E858BE"/>
    <w:rsid w:val="00E960BB"/>
    <w:rsid w:val="00EA2074"/>
    <w:rsid w:val="00EA4832"/>
    <w:rsid w:val="00EA4E9D"/>
    <w:rsid w:val="00EC4899"/>
    <w:rsid w:val="00ED03AB"/>
    <w:rsid w:val="00ED19F8"/>
    <w:rsid w:val="00ED32D2"/>
    <w:rsid w:val="00ED3649"/>
    <w:rsid w:val="00EE32DE"/>
    <w:rsid w:val="00EE5457"/>
    <w:rsid w:val="00F0241B"/>
    <w:rsid w:val="00F070AB"/>
    <w:rsid w:val="00F17567"/>
    <w:rsid w:val="00F27A7B"/>
    <w:rsid w:val="00F526AF"/>
    <w:rsid w:val="00F617C3"/>
    <w:rsid w:val="00F7066B"/>
    <w:rsid w:val="00F7276E"/>
    <w:rsid w:val="00F83B28"/>
    <w:rsid w:val="00F91A67"/>
    <w:rsid w:val="00FA46E5"/>
    <w:rsid w:val="00FB040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DDF3-049D-447E-AD62-92A1ADEB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8</Pages>
  <Words>1519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2023-10-10T08:31:00Z</dcterms:created>
  <dcterms:modified xsi:type="dcterms:W3CDTF">2023-10-31T07:40:00Z</dcterms:modified>
</cp:coreProperties>
</file>